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55" w:rsidRPr="00BC2D6A" w:rsidRDefault="00FE0755" w:rsidP="00165DB4">
      <w:pPr>
        <w:rPr>
          <w:rFonts w:ascii="Comic Sans MS" w:hAnsi="Comic Sans MS"/>
        </w:rPr>
      </w:pP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Open Excel EOM Document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Minimize screen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Open STI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Highlight desired class period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on “Student Class Roster” (1</w:t>
      </w:r>
      <w:r w:rsidRPr="00BC2D6A">
        <w:rPr>
          <w:rFonts w:ascii="Comic Sans MS" w:hAnsi="Comic Sans MS"/>
          <w:vertAlign w:val="superscript"/>
        </w:rPr>
        <w:t>st</w:t>
      </w:r>
      <w:r w:rsidRPr="00BC2D6A">
        <w:rPr>
          <w:rFonts w:ascii="Comic Sans MS" w:hAnsi="Comic Sans MS"/>
        </w:rPr>
        <w:t xml:space="preserve"> Yellow icon on left)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on “Print Roster (bottom right picture of printer)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on “Report Type” drop-down menu arrow and choose “Names Only”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“Print”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On print screen, click on export icon (yellow envelope to the left of print)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on “Export to HTML”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On Export Report box make sure the box for “Open Viewer After Export” is checked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“OK”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Highlight student names  ***If student names are broken up on viewer, do one section at a time***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“Edit” at top left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“Copy”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on Excel Document at the bottom of the screen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Go to desired placement of names and click on the box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on “Edit” at the top left of page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Click on “Paste”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Names should appear automatically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Save</w:t>
      </w:r>
    </w:p>
    <w:p w:rsidR="00FE0755" w:rsidRPr="00BC2D6A" w:rsidRDefault="00FE0755" w:rsidP="0072640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Repeat for all classes</w:t>
      </w:r>
    </w:p>
    <w:p w:rsidR="00FE0755" w:rsidRPr="00BC2D6A" w:rsidRDefault="00FE0755" w:rsidP="00726408">
      <w:pPr>
        <w:ind w:firstLine="360"/>
        <w:rPr>
          <w:rFonts w:ascii="Comic Sans MS" w:hAnsi="Comic Sans MS"/>
          <w:b/>
        </w:rPr>
      </w:pPr>
      <w:r w:rsidRPr="00BC2D6A">
        <w:rPr>
          <w:rFonts w:ascii="Comic Sans MS" w:hAnsi="Comic Sans MS"/>
          <w:b/>
        </w:rPr>
        <w:t>Hints for Copy and Paste</w:t>
      </w:r>
    </w:p>
    <w:p w:rsidR="00FE0755" w:rsidRPr="00BC2D6A" w:rsidRDefault="00FE0755" w:rsidP="00726408">
      <w:pPr>
        <w:ind w:firstLine="720"/>
        <w:rPr>
          <w:rFonts w:ascii="Comic Sans MS" w:hAnsi="Comic Sans MS"/>
        </w:rPr>
      </w:pPr>
      <w:r w:rsidRPr="00BC2D6A">
        <w:rPr>
          <w:rFonts w:ascii="Comic Sans MS" w:hAnsi="Comic Sans MS"/>
        </w:rPr>
        <w:t>Right Clicking</w:t>
      </w:r>
    </w:p>
    <w:p w:rsidR="00FE0755" w:rsidRPr="00BC2D6A" w:rsidRDefault="00FE0755" w:rsidP="0072640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Right click on what you want to copy after highlighting and click copy.</w:t>
      </w:r>
    </w:p>
    <w:p w:rsidR="00FE0755" w:rsidRPr="00BC2D6A" w:rsidRDefault="00FE0755" w:rsidP="0072640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Go to desired placement, right click and click paste</w:t>
      </w:r>
    </w:p>
    <w:p w:rsidR="00FE0755" w:rsidRPr="00BC2D6A" w:rsidRDefault="00FE0755" w:rsidP="00726408">
      <w:pPr>
        <w:ind w:left="720"/>
        <w:rPr>
          <w:rFonts w:ascii="Comic Sans MS" w:hAnsi="Comic Sans MS"/>
        </w:rPr>
      </w:pPr>
      <w:r w:rsidRPr="00BC2D6A">
        <w:rPr>
          <w:rFonts w:ascii="Comic Sans MS" w:hAnsi="Comic Sans MS"/>
        </w:rPr>
        <w:t>Hot keys</w:t>
      </w:r>
    </w:p>
    <w:p w:rsidR="00FE0755" w:rsidRPr="00BC2D6A" w:rsidRDefault="00FE0755" w:rsidP="0072640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C2D6A">
        <w:rPr>
          <w:rFonts w:ascii="Comic Sans MS" w:hAnsi="Comic Sans MS"/>
        </w:rPr>
        <w:t>Highlight what you want copied and press “control C” keys at the same time.</w:t>
      </w:r>
    </w:p>
    <w:p w:rsidR="00FE0755" w:rsidRPr="00165DB4" w:rsidRDefault="00FE0755" w:rsidP="00165DB4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BC2D6A">
        <w:t>Go to the desired placement click on “control V” keys at the same time.</w:t>
      </w:r>
    </w:p>
    <w:sectPr w:rsidR="00FE0755" w:rsidRPr="00165DB4" w:rsidSect="003F77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755" w:rsidRDefault="00FE0755">
      <w:r>
        <w:separator/>
      </w:r>
    </w:p>
  </w:endnote>
  <w:endnote w:type="continuationSeparator" w:id="1">
    <w:p w:rsidR="00FE0755" w:rsidRDefault="00FE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755" w:rsidRDefault="00FE0755">
      <w:r>
        <w:separator/>
      </w:r>
    </w:p>
  </w:footnote>
  <w:footnote w:type="continuationSeparator" w:id="1">
    <w:p w:rsidR="00FE0755" w:rsidRDefault="00FE0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55" w:rsidRPr="00BC2D6A" w:rsidRDefault="00FE0755" w:rsidP="00165DB4">
    <w:pPr>
      <w:jc w:val="center"/>
      <w:rPr>
        <w:rFonts w:ascii="Comic Sans MS" w:hAnsi="Comic Sans MS"/>
      </w:rPr>
    </w:pPr>
    <w:r w:rsidRPr="00BC2D6A">
      <w:rPr>
        <w:rFonts w:ascii="Comic Sans MS" w:hAnsi="Comic Sans MS"/>
      </w:rPr>
      <w:t>Copying Student Rosters from STI to Excel</w:t>
    </w:r>
  </w:p>
  <w:p w:rsidR="00FE0755" w:rsidRDefault="00FE07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E33B3"/>
    <w:multiLevelType w:val="hybridMultilevel"/>
    <w:tmpl w:val="2FA07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12F4A"/>
    <w:multiLevelType w:val="hybridMultilevel"/>
    <w:tmpl w:val="C49AD8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EE0BD6"/>
    <w:multiLevelType w:val="hybridMultilevel"/>
    <w:tmpl w:val="21D403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E33693D"/>
    <w:multiLevelType w:val="hybridMultilevel"/>
    <w:tmpl w:val="510C9F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408"/>
    <w:rsid w:val="00165DB4"/>
    <w:rsid w:val="002C31CB"/>
    <w:rsid w:val="003F77A8"/>
    <w:rsid w:val="00726408"/>
    <w:rsid w:val="00BC2D6A"/>
    <w:rsid w:val="00E1543D"/>
    <w:rsid w:val="00FE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A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64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65D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E22"/>
  </w:style>
  <w:style w:type="paragraph" w:styleId="Footer">
    <w:name w:val="footer"/>
    <w:basedOn w:val="Normal"/>
    <w:link w:val="FooterChar"/>
    <w:uiPriority w:val="99"/>
    <w:rsid w:val="00165D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172</Words>
  <Characters>984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Owner</dc:creator>
  <cp:keywords/>
  <dc:description/>
  <cp:lastModifiedBy>dstrickland</cp:lastModifiedBy>
  <cp:revision>2</cp:revision>
  <cp:lastPrinted>2009-07-29T15:12:00Z</cp:lastPrinted>
  <dcterms:created xsi:type="dcterms:W3CDTF">2009-07-29T15:12:00Z</dcterms:created>
  <dcterms:modified xsi:type="dcterms:W3CDTF">2009-07-29T15:12:00Z</dcterms:modified>
</cp:coreProperties>
</file>